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4B5A9C92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B3057D">
        <w:rPr>
          <w:b/>
          <w:bCs/>
          <w:sz w:val="20"/>
        </w:rPr>
        <w:t>202</w:t>
      </w:r>
      <w:r w:rsidR="00CB4A47">
        <w:rPr>
          <w:b/>
          <w:bCs/>
          <w:sz w:val="20"/>
        </w:rPr>
        <w:t>5</w:t>
      </w:r>
      <w:r w:rsidR="00B3057D">
        <w:rPr>
          <w:b/>
          <w:bCs/>
          <w:sz w:val="20"/>
        </w:rPr>
        <w:t>/</w:t>
      </w:r>
      <w:r w:rsidR="00320771">
        <w:rPr>
          <w:b/>
          <w:bCs/>
          <w:sz w:val="20"/>
        </w:rPr>
        <w:t>2</w:t>
      </w:r>
      <w:r w:rsidR="00CB4A47">
        <w:rPr>
          <w:b/>
          <w:bCs/>
          <w:sz w:val="20"/>
        </w:rPr>
        <w:t>9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77777777" w:rsidR="00E350CA" w:rsidRPr="001611B4" w:rsidRDefault="00E350CA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>(</w:t>
      </w:r>
      <w:proofErr w:type="spellStart"/>
      <w:r w:rsidRPr="001611B4">
        <w:rPr>
          <w:rFonts w:eastAsia="Calibri"/>
          <w:sz w:val="20"/>
          <w:szCs w:val="20"/>
        </w:rPr>
        <w:t>hiliseima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digitaalallkirja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kuupäev</w:t>
      </w:r>
      <w:proofErr w:type="spellEnd"/>
      <w:r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7"/>
        <w:gridCol w:w="3538"/>
        <w:gridCol w:w="3116"/>
      </w:tblGrid>
      <w:tr w:rsidR="005253F3" w:rsidRPr="001611B4" w14:paraId="5DE7710F" w14:textId="77777777" w:rsidTr="004F6D67">
        <w:tc>
          <w:tcPr>
            <w:tcW w:w="1643" w:type="pct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1785" w:type="pct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1572" w:type="pct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F6D67">
        <w:tc>
          <w:tcPr>
            <w:tcW w:w="1643" w:type="pct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1785" w:type="pct"/>
          </w:tcPr>
          <w:p w14:paraId="351D946F" w14:textId="77777777" w:rsidR="00AA1438" w:rsidRPr="00AA1438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RMK puiduturustusosakonna</w:t>
            </w:r>
          </w:p>
          <w:p w14:paraId="08E01C28" w14:textId="4AD44974" w:rsidR="005253F3" w:rsidRPr="001611B4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turustusspetsialist Mart Enel</w:t>
            </w:r>
          </w:p>
        </w:tc>
        <w:tc>
          <w:tcPr>
            <w:tcW w:w="1572" w:type="pct"/>
          </w:tcPr>
          <w:p w14:paraId="18A4DAB6" w14:textId="27EF5CCB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hyperlink r:id="rId12" w:history="1">
              <w:r w:rsidR="00AA1438" w:rsidRPr="00EC79A5">
                <w:rPr>
                  <w:rStyle w:val="Hperlink"/>
                  <w:sz w:val="20"/>
                </w:rPr>
                <w:t>mart.enel@rmk.ee</w:t>
              </w:r>
            </w:hyperlink>
            <w:r w:rsidR="00AA1438">
              <w:rPr>
                <w:sz w:val="20"/>
              </w:rPr>
              <w:t xml:space="preserve"> </w:t>
            </w:r>
            <w:r w:rsidRPr="001611B4">
              <w:rPr>
                <w:noProof/>
                <w:color w:val="000000"/>
                <w:sz w:val="20"/>
              </w:rPr>
              <w:br/>
              <w:t xml:space="preserve">E-post </w:t>
            </w:r>
            <w:r w:rsidR="00AA1438" w:rsidRPr="00AA1438">
              <w:rPr>
                <w:sz w:val="20"/>
              </w:rPr>
              <w:t>526 3392</w:t>
            </w:r>
          </w:p>
        </w:tc>
      </w:tr>
      <w:tr w:rsidR="005253F3" w:rsidRPr="001611B4" w14:paraId="215F58B8" w14:textId="77777777" w:rsidTr="004F6D67">
        <w:trPr>
          <w:cantSplit/>
        </w:trPr>
        <w:tc>
          <w:tcPr>
            <w:tcW w:w="5000" w:type="pct"/>
            <w:gridSpan w:val="3"/>
          </w:tcPr>
          <w:p w14:paraId="20922342" w14:textId="577907DA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0E6727">
                  <w:rPr>
                    <w:rFonts w:eastAsia="Calibri"/>
                    <w:sz w:val="20"/>
                  </w:rPr>
                  <w:t>1</w:t>
                </w:r>
                <w:r w:rsidR="00E15F73">
                  <w:rPr>
                    <w:rFonts w:eastAsia="Calibri"/>
                    <w:sz w:val="20"/>
                  </w:rPr>
                  <w:t>6</w:t>
                </w:r>
                <w:r w:rsidR="000E6727">
                  <w:rPr>
                    <w:rFonts w:eastAsia="Calibri"/>
                    <w:sz w:val="20"/>
                  </w:rPr>
                  <w:t>.0</w:t>
                </w:r>
                <w:r w:rsidR="00E15F73">
                  <w:rPr>
                    <w:rFonts w:eastAsia="Calibri"/>
                    <w:sz w:val="20"/>
                  </w:rPr>
                  <w:t>1</w:t>
                </w:r>
                <w:r w:rsidR="000E6727">
                  <w:rPr>
                    <w:rFonts w:eastAsia="Calibri"/>
                    <w:sz w:val="20"/>
                  </w:rPr>
                  <w:t>.202</w:t>
                </w:r>
                <w:r w:rsidR="00E15F73">
                  <w:rPr>
                    <w:rFonts w:eastAsia="Calibri"/>
                    <w:sz w:val="20"/>
                  </w:rPr>
                  <w:t>5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0E6727">
              <w:rPr>
                <w:sz w:val="20"/>
              </w:rPr>
              <w:t>1-5/</w:t>
            </w:r>
            <w:r w:rsidR="00E15F73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3643"/>
        <w:gridCol w:w="2583"/>
      </w:tblGrid>
      <w:tr w:rsidR="003A4E73" w:rsidRPr="001611B4" w14:paraId="6E3EC6BB" w14:textId="77777777" w:rsidTr="003A4E73">
        <w:tc>
          <w:tcPr>
            <w:tcW w:w="1859" w:type="pct"/>
          </w:tcPr>
          <w:p w14:paraId="4FC74FA5" w14:textId="310D6240" w:rsidR="003A4E73" w:rsidRPr="003A4E73" w:rsidRDefault="003A4E73" w:rsidP="003A4E73">
            <w:pPr>
              <w:rPr>
                <w:sz w:val="20"/>
              </w:rPr>
            </w:pPr>
            <w:proofErr w:type="spellStart"/>
            <w:r w:rsidRPr="003A4E73">
              <w:rPr>
                <w:sz w:val="20"/>
              </w:rPr>
              <w:t>Baltfor</w:t>
            </w:r>
            <w:proofErr w:type="spellEnd"/>
            <w:r w:rsidRPr="003A4E73">
              <w:rPr>
                <w:sz w:val="20"/>
              </w:rPr>
              <w:t xml:space="preserve"> Trading OÜ </w:t>
            </w:r>
          </w:p>
        </w:tc>
        <w:tc>
          <w:tcPr>
            <w:tcW w:w="1838" w:type="pct"/>
          </w:tcPr>
          <w:p w14:paraId="489191C5" w14:textId="77777777" w:rsidR="003A4E73" w:rsidRPr="003A4E73" w:rsidRDefault="003A4E73" w:rsidP="003A4E73">
            <w:pPr>
              <w:rPr>
                <w:bCs/>
                <w:sz w:val="20"/>
              </w:rPr>
            </w:pPr>
            <w:r w:rsidRPr="003A4E73">
              <w:rPr>
                <w:bCs/>
                <w:sz w:val="20"/>
              </w:rPr>
              <w:t>Registrikood 14305232</w:t>
            </w:r>
          </w:p>
          <w:p w14:paraId="2C4748F4" w14:textId="13921566" w:rsidR="003A4E73" w:rsidRPr="003A4E73" w:rsidRDefault="003A4E73" w:rsidP="003A4E73">
            <w:pPr>
              <w:rPr>
                <w:sz w:val="20"/>
              </w:rPr>
            </w:pPr>
            <w:r w:rsidRPr="003A4E73">
              <w:rPr>
                <w:bCs/>
                <w:sz w:val="20"/>
              </w:rPr>
              <w:t>Ülase tee 5, Vääna-Jõesuu küla Harku vald Harjumaa 76909</w:t>
            </w:r>
          </w:p>
        </w:tc>
        <w:tc>
          <w:tcPr>
            <w:tcW w:w="1303" w:type="pct"/>
          </w:tcPr>
          <w:p w14:paraId="45C69494" w14:textId="0142B56A" w:rsidR="003A4E73" w:rsidRPr="003A4E73" w:rsidRDefault="003A4E73" w:rsidP="003A4E73">
            <w:pPr>
              <w:rPr>
                <w:bCs/>
                <w:sz w:val="20"/>
              </w:rPr>
            </w:pPr>
            <w:r w:rsidRPr="003A4E73">
              <w:rPr>
                <w:bCs/>
                <w:sz w:val="20"/>
              </w:rPr>
              <w:t>Tel    503 3808</w:t>
            </w:r>
          </w:p>
        </w:tc>
      </w:tr>
      <w:tr w:rsidR="003A4E73" w:rsidRPr="001611B4" w14:paraId="58FA04AD" w14:textId="77777777" w:rsidTr="003A4E73">
        <w:tc>
          <w:tcPr>
            <w:tcW w:w="1859" w:type="pct"/>
          </w:tcPr>
          <w:p w14:paraId="795AF362" w14:textId="72A12315" w:rsidR="003A4E73" w:rsidRPr="003A4E73" w:rsidRDefault="002152A4" w:rsidP="003A4E73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1838" w:type="pct"/>
          </w:tcPr>
          <w:p w14:paraId="4ADBD065" w14:textId="06385FE3" w:rsidR="003A4E73" w:rsidRPr="003A4E73" w:rsidRDefault="002152A4" w:rsidP="003A4E73">
            <w:pPr>
              <w:rPr>
                <w:sz w:val="20"/>
              </w:rPr>
            </w:pPr>
            <w:r w:rsidRPr="003A4E73">
              <w:rPr>
                <w:bCs/>
                <w:sz w:val="20"/>
              </w:rPr>
              <w:t>Juhatuse liige Indrek Palumaa</w:t>
            </w:r>
          </w:p>
        </w:tc>
        <w:tc>
          <w:tcPr>
            <w:tcW w:w="1303" w:type="pct"/>
          </w:tcPr>
          <w:p w14:paraId="6DD68004" w14:textId="388B19E5" w:rsidR="003A4E73" w:rsidRPr="003A4E73" w:rsidRDefault="003A4E73" w:rsidP="003A4E73">
            <w:pPr>
              <w:rPr>
                <w:bCs/>
                <w:sz w:val="20"/>
              </w:rPr>
            </w:pPr>
            <w:hyperlink r:id="rId13" w:history="1">
              <w:r w:rsidRPr="003A4E73">
                <w:rPr>
                  <w:rStyle w:val="Hperlink"/>
                  <w:sz w:val="20"/>
                </w:rPr>
                <w:t>indrek.palumaa@neofir.ee</w:t>
              </w:r>
            </w:hyperlink>
            <w:r w:rsidRPr="003A4E73">
              <w:rPr>
                <w:sz w:val="20"/>
              </w:rPr>
              <w:t xml:space="preserve"> </w:t>
            </w:r>
          </w:p>
        </w:tc>
      </w:tr>
      <w:tr w:rsidR="00836379" w:rsidRPr="001611B4" w14:paraId="267AC844" w14:textId="77777777" w:rsidTr="004F6D6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3"/>
          </w:tcPr>
          <w:p w14:paraId="0A9237FE" w14:textId="4A13B88F" w:rsidR="00836379" w:rsidRPr="001611B4" w:rsidRDefault="00836379" w:rsidP="005E16CC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5E16CC"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3"/>
        <w:gridCol w:w="3304"/>
        <w:gridCol w:w="3304"/>
      </w:tblGrid>
      <w:tr w:rsidR="005253F3" w:rsidRPr="001611B4" w14:paraId="42F7EC69" w14:textId="77777777" w:rsidTr="004F6D67">
        <w:trPr>
          <w:trHeight w:val="281"/>
        </w:trPr>
        <w:tc>
          <w:tcPr>
            <w:tcW w:w="1666" w:type="pct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1667" w:type="pct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1667" w:type="pct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 w:rsidTr="004F6D67">
        <w:trPr>
          <w:trHeight w:val="296"/>
        </w:trPr>
        <w:tc>
          <w:tcPr>
            <w:tcW w:w="1666" w:type="pct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1667" w:type="pct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1667" w:type="pct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07A2B0B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5 kohaselt läbiviidud </w:t>
      </w:r>
      <w:r w:rsidR="00930FA0" w:rsidRPr="001611B4">
        <w:rPr>
          <w:sz w:val="20"/>
        </w:rPr>
        <w:t xml:space="preserve"> </w:t>
      </w:r>
      <w:r w:rsidRPr="001611B4">
        <w:rPr>
          <w:sz w:val="20"/>
        </w:rPr>
        <w:t>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5F27CF03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1DEFC603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FE0733">
        <w:rPr>
          <w:sz w:val="20"/>
        </w:rPr>
        <w:t>.</w:t>
      </w:r>
      <w:r w:rsidR="005253F3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34077AB7" w14:textId="35739D0C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 xml:space="preserve">või poolte kokkuleppel muu lahenduse kaudu või lepingu p </w:t>
      </w:r>
      <w:r w:rsidR="00C779E1">
        <w:rPr>
          <w:sz w:val="20"/>
        </w:rPr>
        <w:t>2.12</w:t>
      </w:r>
      <w:r w:rsidR="0069125A" w:rsidRPr="001611B4">
        <w:rPr>
          <w:sz w:val="20"/>
        </w:rPr>
        <w:t>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6E041977" w14:textId="77777777" w:rsidR="002152A4" w:rsidRPr="000A4A87" w:rsidRDefault="002152A4" w:rsidP="002152A4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3CE8DA33" w14:textId="5BFBC438" w:rsidR="002F338B" w:rsidRPr="002F338B" w:rsidRDefault="002F338B" w:rsidP="002F338B">
      <w:pPr>
        <w:pStyle w:val="Pealkiri11"/>
        <w:numPr>
          <w:ilvl w:val="0"/>
          <w:numId w:val="0"/>
        </w:numPr>
        <w:rPr>
          <w:sz w:val="20"/>
        </w:rPr>
      </w:pPr>
      <w:r>
        <w:t xml:space="preserve"> </w:t>
      </w:r>
      <w:r w:rsidRPr="002F338B">
        <w:rPr>
          <w:sz w:val="20"/>
        </w:rPr>
        <w:t>Metsamaterjali müügilepinguga seonduvad arveldused tehakse Tüüptingimuste punktis 5 sätestatud tingimustel.</w:t>
      </w:r>
    </w:p>
    <w:p w14:paraId="4DED4172" w14:textId="559A0D0C" w:rsidR="00D514A5" w:rsidRPr="001611B4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1611B4" w14:paraId="7D275FF5" w14:textId="77777777" w:rsidTr="00344666">
        <w:trPr>
          <w:trHeight w:val="754"/>
        </w:trPr>
        <w:tc>
          <w:tcPr>
            <w:tcW w:w="7545" w:type="dxa"/>
          </w:tcPr>
          <w:p w14:paraId="21F48390" w14:textId="665BFDE9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3.</w:t>
            </w:r>
            <w:r w:rsidR="00491F04" w:rsidRPr="001611B4">
              <w:rPr>
                <w:sz w:val="20"/>
              </w:rPr>
              <w:t>2</w:t>
            </w:r>
            <w:r w:rsidRPr="001611B4">
              <w:rPr>
                <w:sz w:val="20"/>
              </w:rPr>
              <w:t xml:space="preserve">. Maksetähtaeg </w:t>
            </w:r>
          </w:p>
          <w:p w14:paraId="3C67FA4A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7BF9AD97" w14:textId="7FBCB2A0" w:rsidR="00D514A5" w:rsidRPr="001611B4" w:rsidRDefault="00D514A5" w:rsidP="007D7794">
            <w:pPr>
              <w:rPr>
                <w:iCs/>
                <w:sz w:val="20"/>
              </w:rPr>
            </w:pPr>
            <w:r w:rsidRPr="001611B4">
              <w:rPr>
                <w:iCs/>
                <w:sz w:val="20"/>
              </w:rPr>
              <w:t>3.</w:t>
            </w:r>
            <w:r w:rsidR="00491F04" w:rsidRPr="001611B4">
              <w:rPr>
                <w:iCs/>
                <w:sz w:val="20"/>
              </w:rPr>
              <w:t>3</w:t>
            </w:r>
            <w:r w:rsidRPr="001611B4">
              <w:rPr>
                <w:iCs/>
                <w:sz w:val="20"/>
              </w:rPr>
              <w:t xml:space="preserve">. Krediidilimiit </w:t>
            </w:r>
          </w:p>
          <w:p w14:paraId="3485695A" w14:textId="77777777" w:rsidR="00D514A5" w:rsidRPr="001611B4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3411A0" w14:paraId="6D5861AB" w14:textId="77777777" w:rsidTr="00344666">
        <w:trPr>
          <w:trHeight w:val="1508"/>
        </w:trPr>
        <w:tc>
          <w:tcPr>
            <w:tcW w:w="7545" w:type="dxa"/>
          </w:tcPr>
          <w:p w14:paraId="1E528B45" w14:textId="77777777" w:rsidR="00727B13" w:rsidRPr="003411A0" w:rsidRDefault="00D514A5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411A0">
              <w:rPr>
                <w:sz w:val="20"/>
              </w:rPr>
              <w:t>Tähtajaline ettemaks kokkulepitud kuupäevaks kokkulepitud summas</w:t>
            </w:r>
            <w:r w:rsidR="006D2F0A" w:rsidRPr="003411A0">
              <w:rPr>
                <w:sz w:val="20"/>
              </w:rPr>
              <w:t>.</w:t>
            </w:r>
            <w:r w:rsidR="003F11B0" w:rsidRPr="003411A0">
              <w:rPr>
                <w:sz w:val="20"/>
              </w:rPr>
              <w:t xml:space="preserve"> </w:t>
            </w:r>
            <w:r w:rsidR="00727B13" w:rsidRPr="003411A0">
              <w:rPr>
                <w:sz w:val="20"/>
              </w:rPr>
              <w:t xml:space="preserve">Ostja kannab Müüja pangakontole nr </w:t>
            </w:r>
            <w:r w:rsidR="00727B13" w:rsidRPr="003411A0">
              <w:rPr>
                <w:b/>
                <w:sz w:val="20"/>
              </w:rPr>
              <w:t>EE781010402024861004</w:t>
            </w:r>
            <w:r w:rsidR="00727B13" w:rsidRPr="003411A0">
              <w:rPr>
                <w:sz w:val="20"/>
              </w:rPr>
              <w:t xml:space="preserve"> ettemaksu vastavalt</w:t>
            </w:r>
          </w:p>
          <w:p w14:paraId="12DC2178" w14:textId="66678863" w:rsidR="00727B13" w:rsidRPr="003411A0" w:rsidRDefault="00727B13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411A0">
              <w:rPr>
                <w:sz w:val="20"/>
              </w:rPr>
              <w:t>tarnegraafikus sätestatud kuukogusele kogu kuu tarnekoguse eest korraga</w:t>
            </w:r>
            <w:r w:rsidR="000C4E86">
              <w:rPr>
                <w:sz w:val="20"/>
              </w:rPr>
              <w:t>, vastavalt Lisa 1 toodud ettemaksu graafikule</w:t>
            </w:r>
            <w:r w:rsidRPr="003411A0">
              <w:rPr>
                <w:sz w:val="20"/>
              </w:rPr>
              <w:t>. Ettemaksu kandmise korral kohustub Ostja</w:t>
            </w:r>
          </w:p>
          <w:p w14:paraId="21FCA6D4" w14:textId="77777777" w:rsidR="00727B13" w:rsidRPr="003411A0" w:rsidRDefault="00727B13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411A0">
              <w:rPr>
                <w:sz w:val="20"/>
              </w:rPr>
              <w:t>maksekorraldusel selgituses viitama lepingunumbrile ja lisama märgusõna</w:t>
            </w:r>
          </w:p>
          <w:p w14:paraId="20B32267" w14:textId="246DFCAA" w:rsidR="00D514A5" w:rsidRPr="003411A0" w:rsidRDefault="00727B13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411A0">
              <w:rPr>
                <w:sz w:val="20"/>
              </w:rPr>
              <w:t xml:space="preserve">„ettemaks“. </w:t>
            </w:r>
          </w:p>
        </w:tc>
        <w:tc>
          <w:tcPr>
            <w:tcW w:w="2206" w:type="dxa"/>
          </w:tcPr>
          <w:p w14:paraId="133B848A" w14:textId="77777777" w:rsidR="00D514A5" w:rsidRPr="003411A0" w:rsidRDefault="0094376B" w:rsidP="0094376B">
            <w:pPr>
              <w:rPr>
                <w:sz w:val="20"/>
              </w:rPr>
            </w:pPr>
            <w:r w:rsidRPr="003411A0">
              <w:rPr>
                <w:sz w:val="20"/>
              </w:rPr>
              <w:t>Krediidilimiit on</w:t>
            </w:r>
            <w:r w:rsidR="00D514A5" w:rsidRPr="003411A0">
              <w:rPr>
                <w:sz w:val="20"/>
              </w:rPr>
              <w:t xml:space="preserve"> </w:t>
            </w:r>
            <w:r w:rsidRPr="003411A0">
              <w:rPr>
                <w:sz w:val="20"/>
              </w:rPr>
              <w:t>makstud ettemaksu ulatuses</w:t>
            </w:r>
            <w:r w:rsidR="00344666" w:rsidRPr="003411A0">
              <w:rPr>
                <w:sz w:val="20"/>
              </w:rPr>
              <w:t>.</w:t>
            </w:r>
          </w:p>
        </w:tc>
      </w:tr>
    </w:tbl>
    <w:p w14:paraId="72A7DE85" w14:textId="57C12475" w:rsidR="00151D79" w:rsidRPr="003411A0" w:rsidRDefault="00D4333E" w:rsidP="003411A0">
      <w:pPr>
        <w:pStyle w:val="Pealkiri21"/>
        <w:rPr>
          <w:sz w:val="20"/>
        </w:rPr>
      </w:pPr>
      <w:r w:rsidRPr="003411A0">
        <w:rPr>
          <w:sz w:val="20"/>
        </w:rPr>
        <w:t>Müüja</w:t>
      </w:r>
      <w:r w:rsidR="005253F3" w:rsidRPr="003411A0">
        <w:rPr>
          <w:sz w:val="20"/>
        </w:rPr>
        <w:t xml:space="preserve"> esitab </w:t>
      </w:r>
      <w:r w:rsidR="00151D79" w:rsidRPr="003411A0">
        <w:rPr>
          <w:sz w:val="20"/>
        </w:rPr>
        <w:t xml:space="preserve">ettemaksu laekumisel </w:t>
      </w:r>
      <w:r w:rsidR="005253F3" w:rsidRPr="003411A0">
        <w:rPr>
          <w:sz w:val="20"/>
        </w:rPr>
        <w:t xml:space="preserve">arved </w:t>
      </w:r>
      <w:r w:rsidR="0094376B" w:rsidRPr="003411A0">
        <w:rPr>
          <w:sz w:val="20"/>
        </w:rPr>
        <w:t>m</w:t>
      </w:r>
      <w:r w:rsidRPr="003411A0">
        <w:rPr>
          <w:sz w:val="20"/>
        </w:rPr>
        <w:t>etsamaterjal</w:t>
      </w:r>
      <w:r w:rsidR="005253F3" w:rsidRPr="003411A0">
        <w:rPr>
          <w:sz w:val="20"/>
        </w:rPr>
        <w:t xml:space="preserve">i eest elektrooniliselt e-posti aadressile: </w:t>
      </w:r>
      <w:hyperlink r:id="rId14" w:history="1">
        <w:r w:rsidR="003A4E73" w:rsidRPr="003A4E73">
          <w:rPr>
            <w:rStyle w:val="Hperlink"/>
            <w:sz w:val="20"/>
          </w:rPr>
          <w:t>indrek.palumaa@neofir.ee</w:t>
        </w:r>
      </w:hyperlink>
      <w:r w:rsidR="003A4E73" w:rsidRPr="003A4E73">
        <w:rPr>
          <w:sz w:val="20"/>
        </w:rPr>
        <w:t xml:space="preserve">     </w:t>
      </w:r>
    </w:p>
    <w:p w14:paraId="2D1088D5" w14:textId="626F5A80" w:rsidR="005253F3" w:rsidRPr="001611B4" w:rsidRDefault="00A24D92" w:rsidP="00A9731F">
      <w:pPr>
        <w:pStyle w:val="Pealkiri21"/>
        <w:rPr>
          <w:bCs/>
          <w:sz w:val="20"/>
        </w:rPr>
      </w:pPr>
      <w:r w:rsidRPr="001611B4">
        <w:rPr>
          <w:sz w:val="20"/>
        </w:rPr>
        <w:t xml:space="preserve">Juhul, kui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ei ole tasunud kokkulepitud summas tähtaegsel</w:t>
      </w:r>
      <w:r w:rsidR="0094376B" w:rsidRPr="001611B4">
        <w:rPr>
          <w:sz w:val="20"/>
        </w:rPr>
        <w:t>t ettemaksu le</w:t>
      </w:r>
      <w:r w:rsidRPr="001611B4">
        <w:rPr>
          <w:sz w:val="20"/>
        </w:rPr>
        <w:t xml:space="preserve">pingu alusel tarnitava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eest, on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 õigus </w:t>
      </w:r>
      <w:r w:rsidR="0094376B" w:rsidRPr="001611B4">
        <w:rPr>
          <w:sz w:val="20"/>
        </w:rPr>
        <w:t>ühepoolselt keelduda t</w:t>
      </w:r>
      <w:r w:rsidR="00DB5790" w:rsidRPr="001611B4">
        <w:rPr>
          <w:sz w:val="20"/>
        </w:rPr>
        <w:t xml:space="preserve">arnegraafiku täitmisest, nõuda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="00DB5790" w:rsidRPr="001611B4">
        <w:rPr>
          <w:sz w:val="20"/>
        </w:rPr>
        <w:t>lt leppet</w:t>
      </w:r>
      <w:r w:rsidR="00FD66C3" w:rsidRPr="001611B4">
        <w:rPr>
          <w:sz w:val="20"/>
        </w:rPr>
        <w:t>rahvi 10</w:t>
      </w:r>
      <w:r w:rsidR="001105B9" w:rsidRPr="001611B4">
        <w:rPr>
          <w:sz w:val="20"/>
        </w:rPr>
        <w:t xml:space="preserve"> (kümme) </w:t>
      </w:r>
      <w:r w:rsidR="00FD66C3" w:rsidRPr="001611B4">
        <w:rPr>
          <w:sz w:val="20"/>
        </w:rPr>
        <w:t>% ettemaksu summast ja l</w:t>
      </w:r>
      <w:r w:rsidR="00DB5790" w:rsidRPr="001611B4">
        <w:rPr>
          <w:sz w:val="20"/>
        </w:rPr>
        <w:t>epingust taganeda.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lastRenderedPageBreak/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76AE36A2" w14:textId="3FAAF463" w:rsidR="00810B65" w:rsidRPr="001611B4" w:rsidRDefault="00117DAF" w:rsidP="00810B65">
      <w:pPr>
        <w:pStyle w:val="Pealkiri21"/>
        <w:rPr>
          <w:sz w:val="20"/>
        </w:rPr>
      </w:pPr>
      <w:r w:rsidRPr="001611B4">
        <w:rPr>
          <w:sz w:val="20"/>
        </w:rPr>
        <w:t>Leping</w:t>
      </w:r>
      <w:r w:rsidR="00A00161">
        <w:rPr>
          <w:sz w:val="20"/>
        </w:rPr>
        <w:t xml:space="preserve"> kehtib kuni </w:t>
      </w:r>
      <w:r w:rsidR="0025588C">
        <w:rPr>
          <w:sz w:val="20"/>
        </w:rPr>
        <w:t>3</w:t>
      </w:r>
      <w:r w:rsidR="003411A0">
        <w:rPr>
          <w:sz w:val="20"/>
        </w:rPr>
        <w:t>1</w:t>
      </w:r>
      <w:r w:rsidR="0025588C">
        <w:rPr>
          <w:sz w:val="20"/>
        </w:rPr>
        <w:t>.12.202</w:t>
      </w:r>
      <w:r w:rsidR="00A00161">
        <w:rPr>
          <w:sz w:val="20"/>
        </w:rPr>
        <w:t>5.</w:t>
      </w:r>
    </w:p>
    <w:p w14:paraId="03458E6C" w14:textId="77777777" w:rsidR="005253F3" w:rsidRPr="001611B4" w:rsidRDefault="005253F3">
      <w:pPr>
        <w:rPr>
          <w:b/>
          <w:sz w:val="20"/>
        </w:rPr>
      </w:pP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5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25588C" w:rsidRPr="001611B4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2F82C3F6" w:rsidR="0025588C" w:rsidRPr="001611B4" w:rsidRDefault="00295DCC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-1643641059"/>
                <w:placeholder>
                  <w:docPart w:val="41AA6C2B4D6F4687A5E460A5C401177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25588C" w:rsidRPr="001611B4" w:rsidRDefault="0025588C" w:rsidP="0025588C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2FA8E4D0" w14:textId="6C7FCEEF" w:rsidR="0025588C" w:rsidRPr="001611B4" w:rsidRDefault="00295DCC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795647909"/>
                <w:placeholder>
                  <w:docPart w:val="7AB403E2534E4B48A7FFE44A2E4CBCD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1611B4" w14:paraId="7AE54527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367D077E" w14:textId="77777777" w:rsidR="004623EE" w:rsidRPr="001611B4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5954782" w14:textId="77777777" w:rsidR="004623EE" w:rsidRPr="001611B4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1611B4" w14:paraId="34D5EBF4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489ADDFB" w14:textId="269CD758" w:rsidR="004623EE" w:rsidRPr="001611B4" w:rsidRDefault="006D2F0A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7842C6EA" w14:textId="7AED1850" w:rsidR="004623EE" w:rsidRPr="003A4E73" w:rsidRDefault="003A4E73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3A4E73">
              <w:rPr>
                <w:spacing w:val="0"/>
                <w:sz w:val="20"/>
                <w:lang w:val="en-AU"/>
              </w:rPr>
              <w:t>Indrek Palumaa</w:t>
            </w:r>
          </w:p>
        </w:tc>
      </w:tr>
    </w:tbl>
    <w:p w14:paraId="2005BC6D" w14:textId="48D601A0" w:rsidR="005253F3" w:rsidRDefault="005253F3" w:rsidP="006508D3">
      <w:pPr>
        <w:rPr>
          <w:sz w:val="20"/>
        </w:rPr>
      </w:pPr>
    </w:p>
    <w:p w14:paraId="1A79444C" w14:textId="77777777" w:rsidR="00BC418A" w:rsidRDefault="00BC418A" w:rsidP="006508D3">
      <w:pPr>
        <w:rPr>
          <w:sz w:val="20"/>
        </w:rPr>
      </w:pPr>
    </w:p>
    <w:p w14:paraId="161754F7" w14:textId="77777777" w:rsidR="00BC418A" w:rsidRDefault="00BC418A" w:rsidP="006508D3">
      <w:pPr>
        <w:rPr>
          <w:sz w:val="20"/>
        </w:rPr>
      </w:pPr>
    </w:p>
    <w:p w14:paraId="1AB19148" w14:textId="77777777" w:rsidR="00BC418A" w:rsidRDefault="00BC418A" w:rsidP="006508D3">
      <w:pPr>
        <w:rPr>
          <w:sz w:val="20"/>
        </w:rPr>
      </w:pPr>
    </w:p>
    <w:p w14:paraId="2E4B5CA7" w14:textId="77777777" w:rsidR="00BC418A" w:rsidRDefault="00BC418A" w:rsidP="006508D3">
      <w:pPr>
        <w:rPr>
          <w:sz w:val="20"/>
        </w:rPr>
      </w:pPr>
    </w:p>
    <w:p w14:paraId="3279FF9B" w14:textId="77777777" w:rsidR="00BC418A" w:rsidRDefault="00BC418A" w:rsidP="006508D3">
      <w:pPr>
        <w:rPr>
          <w:sz w:val="20"/>
        </w:rPr>
      </w:pPr>
    </w:p>
    <w:p w14:paraId="704A16BA" w14:textId="77777777" w:rsidR="00094C17" w:rsidRDefault="00094C17" w:rsidP="006508D3">
      <w:pPr>
        <w:rPr>
          <w:sz w:val="20"/>
        </w:rPr>
      </w:pPr>
    </w:p>
    <w:p w14:paraId="4FF9ED16" w14:textId="77777777" w:rsidR="00094C17" w:rsidRDefault="00094C17" w:rsidP="006508D3">
      <w:pPr>
        <w:rPr>
          <w:sz w:val="20"/>
        </w:rPr>
      </w:pPr>
    </w:p>
    <w:p w14:paraId="7B45BA4F" w14:textId="77777777" w:rsidR="00094C17" w:rsidRDefault="00094C17" w:rsidP="006508D3">
      <w:pPr>
        <w:rPr>
          <w:sz w:val="20"/>
        </w:rPr>
      </w:pPr>
    </w:p>
    <w:p w14:paraId="2DE78DA2" w14:textId="77777777" w:rsidR="00094C17" w:rsidRDefault="00094C17" w:rsidP="006508D3">
      <w:pPr>
        <w:rPr>
          <w:sz w:val="20"/>
        </w:rPr>
      </w:pPr>
    </w:p>
    <w:p w14:paraId="29A9DFBA" w14:textId="77777777" w:rsidR="00094C17" w:rsidRDefault="00094C17" w:rsidP="006508D3">
      <w:pPr>
        <w:rPr>
          <w:sz w:val="20"/>
        </w:rPr>
      </w:pPr>
    </w:p>
    <w:p w14:paraId="02DFD6A9" w14:textId="77777777" w:rsidR="00094C17" w:rsidRDefault="00094C17" w:rsidP="006508D3">
      <w:pPr>
        <w:rPr>
          <w:sz w:val="20"/>
        </w:rPr>
      </w:pPr>
    </w:p>
    <w:p w14:paraId="494EF44F" w14:textId="77777777" w:rsidR="00094C17" w:rsidRDefault="00094C17" w:rsidP="006508D3">
      <w:pPr>
        <w:rPr>
          <w:sz w:val="20"/>
        </w:rPr>
      </w:pPr>
    </w:p>
    <w:p w14:paraId="0007FE94" w14:textId="77777777" w:rsidR="00094C17" w:rsidRDefault="00094C17" w:rsidP="006508D3">
      <w:pPr>
        <w:rPr>
          <w:sz w:val="20"/>
        </w:rPr>
      </w:pPr>
    </w:p>
    <w:p w14:paraId="1441B833" w14:textId="77777777" w:rsidR="00094C17" w:rsidRDefault="00094C17" w:rsidP="006508D3">
      <w:pPr>
        <w:rPr>
          <w:sz w:val="20"/>
        </w:rPr>
      </w:pPr>
    </w:p>
    <w:p w14:paraId="5611B142" w14:textId="77777777" w:rsidR="00BC418A" w:rsidRDefault="00BC418A" w:rsidP="006508D3">
      <w:pPr>
        <w:rPr>
          <w:sz w:val="20"/>
        </w:rPr>
      </w:pPr>
    </w:p>
    <w:p w14:paraId="07806969" w14:textId="77777777" w:rsidR="00BC418A" w:rsidRDefault="00BC418A" w:rsidP="006508D3">
      <w:pPr>
        <w:rPr>
          <w:sz w:val="20"/>
        </w:rPr>
      </w:pPr>
    </w:p>
    <w:p w14:paraId="32D205E3" w14:textId="77777777" w:rsidR="00BC418A" w:rsidRDefault="00BC418A" w:rsidP="006508D3">
      <w:pPr>
        <w:rPr>
          <w:sz w:val="20"/>
        </w:rPr>
      </w:pPr>
    </w:p>
    <w:p w14:paraId="1D7C6E19" w14:textId="77777777" w:rsidR="00BC418A" w:rsidRDefault="00BC418A" w:rsidP="006508D3">
      <w:pPr>
        <w:rPr>
          <w:sz w:val="20"/>
        </w:rPr>
      </w:pPr>
    </w:p>
    <w:p w14:paraId="7BB2D0C9" w14:textId="77777777" w:rsidR="00BC418A" w:rsidRDefault="00BC418A" w:rsidP="006508D3">
      <w:pPr>
        <w:rPr>
          <w:sz w:val="20"/>
        </w:rPr>
      </w:pPr>
    </w:p>
    <w:p w14:paraId="3018D471" w14:textId="77777777" w:rsidR="00BC418A" w:rsidRDefault="00BC418A" w:rsidP="006508D3">
      <w:pPr>
        <w:rPr>
          <w:sz w:val="20"/>
        </w:rPr>
      </w:pPr>
    </w:p>
    <w:p w14:paraId="2BC8C1C9" w14:textId="77777777" w:rsidR="00BC418A" w:rsidRPr="00EB57EF" w:rsidRDefault="00BC418A" w:rsidP="00BC418A">
      <w:pPr>
        <w:rPr>
          <w:i/>
          <w:sz w:val="20"/>
        </w:rPr>
      </w:pPr>
    </w:p>
    <w:p w14:paraId="2414FF9D" w14:textId="77777777" w:rsidR="00BC418A" w:rsidRPr="006508D3" w:rsidRDefault="00BC418A" w:rsidP="006508D3">
      <w:pPr>
        <w:rPr>
          <w:sz w:val="20"/>
        </w:rPr>
      </w:pPr>
    </w:p>
    <w:sectPr w:rsidR="00BC418A" w:rsidRPr="006508D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832B32"/>
    <w:multiLevelType w:val="hybridMultilevel"/>
    <w:tmpl w:val="F5E613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893928554">
    <w:abstractNumId w:val="0"/>
  </w:num>
  <w:num w:numId="2" w16cid:durableId="2070419265">
    <w:abstractNumId w:val="11"/>
  </w:num>
  <w:num w:numId="3" w16cid:durableId="958487371">
    <w:abstractNumId w:val="10"/>
  </w:num>
  <w:num w:numId="4" w16cid:durableId="1155150533">
    <w:abstractNumId w:val="15"/>
  </w:num>
  <w:num w:numId="5" w16cid:durableId="999701691">
    <w:abstractNumId w:val="16"/>
  </w:num>
  <w:num w:numId="6" w16cid:durableId="1158963568">
    <w:abstractNumId w:val="20"/>
  </w:num>
  <w:num w:numId="7" w16cid:durableId="162014117">
    <w:abstractNumId w:val="22"/>
  </w:num>
  <w:num w:numId="8" w16cid:durableId="1318415664">
    <w:abstractNumId w:val="6"/>
  </w:num>
  <w:num w:numId="9" w16cid:durableId="959609965">
    <w:abstractNumId w:val="8"/>
  </w:num>
  <w:num w:numId="10" w16cid:durableId="11808704">
    <w:abstractNumId w:val="1"/>
  </w:num>
  <w:num w:numId="11" w16cid:durableId="1205210764">
    <w:abstractNumId w:val="2"/>
  </w:num>
  <w:num w:numId="12" w16cid:durableId="1822841670">
    <w:abstractNumId w:val="13"/>
  </w:num>
  <w:num w:numId="13" w16cid:durableId="1652293770">
    <w:abstractNumId w:val="19"/>
  </w:num>
  <w:num w:numId="14" w16cid:durableId="1974096074">
    <w:abstractNumId w:val="9"/>
  </w:num>
  <w:num w:numId="15" w16cid:durableId="444352183">
    <w:abstractNumId w:val="5"/>
  </w:num>
  <w:num w:numId="16" w16cid:durableId="1150750005">
    <w:abstractNumId w:val="19"/>
  </w:num>
  <w:num w:numId="17" w16cid:durableId="1903364368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49389761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4326876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2521103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20738136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21564742">
    <w:abstractNumId w:val="23"/>
  </w:num>
  <w:num w:numId="23" w16cid:durableId="1213661649">
    <w:abstractNumId w:val="3"/>
  </w:num>
  <w:num w:numId="24" w16cid:durableId="1158576409">
    <w:abstractNumId w:val="21"/>
  </w:num>
  <w:num w:numId="25" w16cid:durableId="1970699676">
    <w:abstractNumId w:val="7"/>
  </w:num>
  <w:num w:numId="26" w16cid:durableId="204987">
    <w:abstractNumId w:val="12"/>
  </w:num>
  <w:num w:numId="27" w16cid:durableId="11314382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67034">
    <w:abstractNumId w:val="14"/>
  </w:num>
  <w:num w:numId="29" w16cid:durableId="1069376657">
    <w:abstractNumId w:val="18"/>
  </w:num>
  <w:num w:numId="30" w16cid:durableId="6991634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35276611">
    <w:abstractNumId w:val="14"/>
  </w:num>
  <w:num w:numId="32" w16cid:durableId="719130048">
    <w:abstractNumId w:val="4"/>
  </w:num>
  <w:num w:numId="33" w16cid:durableId="1025519379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4C17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4E86"/>
    <w:rsid w:val="000C53F6"/>
    <w:rsid w:val="000C58FB"/>
    <w:rsid w:val="000D1A91"/>
    <w:rsid w:val="000E01A8"/>
    <w:rsid w:val="000E1700"/>
    <w:rsid w:val="000E3545"/>
    <w:rsid w:val="000E4E06"/>
    <w:rsid w:val="000E6098"/>
    <w:rsid w:val="000E6727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A48C0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52A4"/>
    <w:rsid w:val="00216D5C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588C"/>
    <w:rsid w:val="002562CE"/>
    <w:rsid w:val="00256E72"/>
    <w:rsid w:val="00260105"/>
    <w:rsid w:val="00265D01"/>
    <w:rsid w:val="00272468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5DCC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C4BEE"/>
    <w:rsid w:val="002D1DA6"/>
    <w:rsid w:val="002D6E2B"/>
    <w:rsid w:val="002E0A02"/>
    <w:rsid w:val="002E1392"/>
    <w:rsid w:val="002E6FB9"/>
    <w:rsid w:val="002F1618"/>
    <w:rsid w:val="002F338B"/>
    <w:rsid w:val="002F3C88"/>
    <w:rsid w:val="002F6AF8"/>
    <w:rsid w:val="00312D5E"/>
    <w:rsid w:val="003130C6"/>
    <w:rsid w:val="00314AD1"/>
    <w:rsid w:val="00320771"/>
    <w:rsid w:val="00320B8E"/>
    <w:rsid w:val="003305F9"/>
    <w:rsid w:val="00330C91"/>
    <w:rsid w:val="003311F0"/>
    <w:rsid w:val="00340133"/>
    <w:rsid w:val="003411A0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E73"/>
    <w:rsid w:val="003A7DD1"/>
    <w:rsid w:val="003B4A4A"/>
    <w:rsid w:val="003B7FC4"/>
    <w:rsid w:val="003C047F"/>
    <w:rsid w:val="003C2045"/>
    <w:rsid w:val="003C2819"/>
    <w:rsid w:val="003C30FD"/>
    <w:rsid w:val="003D04A2"/>
    <w:rsid w:val="003D65D5"/>
    <w:rsid w:val="003D74F1"/>
    <w:rsid w:val="003E3C19"/>
    <w:rsid w:val="003E427C"/>
    <w:rsid w:val="003F03F4"/>
    <w:rsid w:val="003F11B0"/>
    <w:rsid w:val="003F3504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96B"/>
    <w:rsid w:val="00467DE1"/>
    <w:rsid w:val="00470747"/>
    <w:rsid w:val="00472B5D"/>
    <w:rsid w:val="00475FBD"/>
    <w:rsid w:val="004764B2"/>
    <w:rsid w:val="004764DB"/>
    <w:rsid w:val="004772CA"/>
    <w:rsid w:val="00484B80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318B"/>
    <w:rsid w:val="004C7ACC"/>
    <w:rsid w:val="004D054B"/>
    <w:rsid w:val="004D1234"/>
    <w:rsid w:val="004E0BD9"/>
    <w:rsid w:val="004E17FF"/>
    <w:rsid w:val="004F69EB"/>
    <w:rsid w:val="004F6D67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0E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5CA9"/>
    <w:rsid w:val="005D135B"/>
    <w:rsid w:val="005D229E"/>
    <w:rsid w:val="005D281D"/>
    <w:rsid w:val="005D6D69"/>
    <w:rsid w:val="005D6E73"/>
    <w:rsid w:val="005E16CC"/>
    <w:rsid w:val="005E216A"/>
    <w:rsid w:val="005E37F8"/>
    <w:rsid w:val="005E756B"/>
    <w:rsid w:val="005F1009"/>
    <w:rsid w:val="005F3712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08D3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97D63"/>
    <w:rsid w:val="006A2FC1"/>
    <w:rsid w:val="006A6699"/>
    <w:rsid w:val="006B641D"/>
    <w:rsid w:val="006B6C51"/>
    <w:rsid w:val="006D036C"/>
    <w:rsid w:val="006D05A5"/>
    <w:rsid w:val="006D2F0A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0D4F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27B13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1284"/>
    <w:rsid w:val="00775310"/>
    <w:rsid w:val="00783E8B"/>
    <w:rsid w:val="00790A0C"/>
    <w:rsid w:val="00791078"/>
    <w:rsid w:val="00791417"/>
    <w:rsid w:val="0079183D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15439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49A4"/>
    <w:rsid w:val="00867349"/>
    <w:rsid w:val="00871222"/>
    <w:rsid w:val="008763CD"/>
    <w:rsid w:val="00877EE8"/>
    <w:rsid w:val="008822AC"/>
    <w:rsid w:val="00885482"/>
    <w:rsid w:val="008865A0"/>
    <w:rsid w:val="00887845"/>
    <w:rsid w:val="00890C9B"/>
    <w:rsid w:val="00894518"/>
    <w:rsid w:val="008A0603"/>
    <w:rsid w:val="008A135D"/>
    <w:rsid w:val="008A219B"/>
    <w:rsid w:val="008A528E"/>
    <w:rsid w:val="008A6C43"/>
    <w:rsid w:val="008A7ECC"/>
    <w:rsid w:val="008B16DA"/>
    <w:rsid w:val="008B3B85"/>
    <w:rsid w:val="008B4EA1"/>
    <w:rsid w:val="008B62CF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4629B"/>
    <w:rsid w:val="00951D5D"/>
    <w:rsid w:val="00960CAC"/>
    <w:rsid w:val="0096632D"/>
    <w:rsid w:val="00971BD0"/>
    <w:rsid w:val="0097563D"/>
    <w:rsid w:val="009772F9"/>
    <w:rsid w:val="00982697"/>
    <w:rsid w:val="00990EC6"/>
    <w:rsid w:val="00994A2C"/>
    <w:rsid w:val="00996BAE"/>
    <w:rsid w:val="009A0FCA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09C8"/>
    <w:rsid w:val="009E10F0"/>
    <w:rsid w:val="009E1FB1"/>
    <w:rsid w:val="009F3037"/>
    <w:rsid w:val="009F49BF"/>
    <w:rsid w:val="009F6676"/>
    <w:rsid w:val="00A00161"/>
    <w:rsid w:val="00A017B4"/>
    <w:rsid w:val="00A111CB"/>
    <w:rsid w:val="00A116B3"/>
    <w:rsid w:val="00A1336B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1438"/>
    <w:rsid w:val="00AA5327"/>
    <w:rsid w:val="00AA6160"/>
    <w:rsid w:val="00AA75FC"/>
    <w:rsid w:val="00AA7D3D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156DB"/>
    <w:rsid w:val="00B2380D"/>
    <w:rsid w:val="00B3057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C418A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779E1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4A47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642A2"/>
    <w:rsid w:val="00D75B5C"/>
    <w:rsid w:val="00D76E26"/>
    <w:rsid w:val="00D7720A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0874"/>
    <w:rsid w:val="00D94915"/>
    <w:rsid w:val="00D96872"/>
    <w:rsid w:val="00D97399"/>
    <w:rsid w:val="00DA1F54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15314"/>
    <w:rsid w:val="00E15F73"/>
    <w:rsid w:val="00E20E38"/>
    <w:rsid w:val="00E26E9D"/>
    <w:rsid w:val="00E3195A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0BDA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66659"/>
    <w:rsid w:val="00F76FB8"/>
    <w:rsid w:val="00F86CB3"/>
    <w:rsid w:val="00F87DB8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0733"/>
    <w:rsid w:val="00FE11DC"/>
    <w:rsid w:val="00FE2856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uiPriority w:val="99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3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drek.palumaa@neofir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mk.ee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indrek.palumaa@neofir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41AA6C2B4D6F4687A5E460A5C4011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D98C0-3872-48EC-B4DA-BBF7BE649B99}"/>
      </w:docPartPr>
      <w:docPartBody>
        <w:p w:rsidR="003B67AA" w:rsidRDefault="00EA1DDA" w:rsidP="00EA1DDA">
          <w:pPr>
            <w:pStyle w:val="41AA6C2B4D6F4687A5E460A5C4011774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7AB403E2534E4B48A7FFE44A2E4CB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5DA8-AD87-45E9-95FB-D4EC057074E2}"/>
      </w:docPartPr>
      <w:docPartBody>
        <w:p w:rsidR="003B67AA" w:rsidRDefault="00EA1DDA" w:rsidP="00EA1DDA">
          <w:pPr>
            <w:pStyle w:val="7AB403E2534E4B48A7FFE44A2E4CBCD4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3B67AA"/>
    <w:rsid w:val="00485420"/>
    <w:rsid w:val="00700D4F"/>
    <w:rsid w:val="00985EA7"/>
    <w:rsid w:val="00DA1F54"/>
    <w:rsid w:val="00EA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EA1DDA"/>
    <w:rPr>
      <w:color w:val="808080"/>
    </w:rPr>
  </w:style>
  <w:style w:type="paragraph" w:customStyle="1" w:styleId="EE9B844811604FF49E8FF83E2C45B162">
    <w:name w:val="EE9B844811604FF49E8FF83E2C45B162"/>
  </w:style>
  <w:style w:type="paragraph" w:customStyle="1" w:styleId="41AA6C2B4D6F4687A5E460A5C4011774">
    <w:name w:val="41AA6C2B4D6F4687A5E460A5C4011774"/>
    <w:rsid w:val="00EA1DDA"/>
  </w:style>
  <w:style w:type="paragraph" w:customStyle="1" w:styleId="7AB403E2534E4B48A7FFE44A2E4CBCD4">
    <w:name w:val="7AB403E2534E4B48A7FFE44A2E4CBCD4"/>
    <w:rsid w:val="00EA1D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BD199-58A0-40CD-BCD5-283035686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22</TotalTime>
  <Pages>3</Pages>
  <Words>929</Words>
  <Characters>7329</Characters>
  <Application>Microsoft Office Word</Application>
  <DocSecurity>0</DocSecurity>
  <Lines>61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8242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10</cp:revision>
  <cp:lastPrinted>2011-09-19T08:13:00Z</cp:lastPrinted>
  <dcterms:created xsi:type="dcterms:W3CDTF">2025-01-20T08:47:00Z</dcterms:created>
  <dcterms:modified xsi:type="dcterms:W3CDTF">2025-01-20T09:15:00Z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